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CE" w:rsidRDefault="004445CE" w:rsidP="00B3719A">
      <w:pPr>
        <w:jc w:val="right"/>
        <w:rPr>
          <w:sz w:val="28"/>
          <w:szCs w:val="28"/>
        </w:rPr>
      </w:pPr>
      <w:r w:rsidRPr="002B26F3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               </w:t>
      </w:r>
      <w:r w:rsidRPr="002A670F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>2</w:t>
      </w:r>
    </w:p>
    <w:p w:rsidR="004445CE" w:rsidRDefault="004445CE" w:rsidP="00B3719A">
      <w:pPr>
        <w:tabs>
          <w:tab w:val="left" w:pos="6510"/>
        </w:tabs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4445CE" w:rsidRPr="002A670F" w:rsidRDefault="004445CE" w:rsidP="00B3719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2A670F">
        <w:rPr>
          <w:sz w:val="28"/>
          <w:szCs w:val="28"/>
        </w:rPr>
        <w:t>УТВЕРЖДЕН</w:t>
      </w:r>
    </w:p>
    <w:p w:rsidR="004445CE" w:rsidRPr="002A670F" w:rsidRDefault="004445CE" w:rsidP="00B3719A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4445CE" w:rsidRPr="002A670F" w:rsidRDefault="004445CE" w:rsidP="00B3719A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Стародеревянковского сельского поселения</w:t>
      </w:r>
      <w:r w:rsidRPr="002A670F">
        <w:rPr>
          <w:sz w:val="28"/>
          <w:szCs w:val="28"/>
        </w:rPr>
        <w:t xml:space="preserve">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</w:t>
      </w:r>
    </w:p>
    <w:p w:rsidR="004445CE" w:rsidRPr="002A670F" w:rsidRDefault="004445CE" w:rsidP="00B3719A">
      <w:pPr>
        <w:tabs>
          <w:tab w:val="left" w:pos="0"/>
        </w:tabs>
        <w:ind w:firstLine="4962"/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bookmarkStart w:id="0" w:name="_GoBack"/>
      <w:bookmarkEnd w:id="0"/>
      <w:r w:rsidRPr="002A670F">
        <w:rPr>
          <w:sz w:val="28"/>
          <w:szCs w:val="28"/>
        </w:rPr>
        <w:t xml:space="preserve">   </w:t>
      </w:r>
      <w:r>
        <w:rPr>
          <w:sz w:val="28"/>
          <w:szCs w:val="28"/>
        </w:rPr>
        <w:t>от</w:t>
      </w:r>
      <w:r w:rsidRPr="002A670F">
        <w:rPr>
          <w:sz w:val="28"/>
          <w:szCs w:val="28"/>
        </w:rPr>
        <w:t xml:space="preserve"> </w:t>
      </w:r>
      <w:r>
        <w:rPr>
          <w:sz w:val="28"/>
          <w:szCs w:val="28"/>
        </w:rPr>
        <w:t>22.11.2017 № 369</w:t>
      </w:r>
    </w:p>
    <w:p w:rsidR="004445CE" w:rsidRPr="002A670F" w:rsidRDefault="004445CE" w:rsidP="00760EDC">
      <w:pPr>
        <w:tabs>
          <w:tab w:val="left" w:pos="651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B428B4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445CE" w:rsidRPr="002A670F" w:rsidRDefault="004445CE" w:rsidP="00DA2D47">
      <w:pPr>
        <w:shd w:val="clear" w:color="auto" w:fill="FFFFFF"/>
        <w:spacing w:line="322" w:lineRule="exact"/>
        <w:ind w:firstLine="540"/>
        <w:jc w:val="center"/>
        <w:rPr>
          <w:sz w:val="28"/>
          <w:szCs w:val="28"/>
        </w:rPr>
      </w:pPr>
      <w:r w:rsidRPr="002A670F">
        <w:rPr>
          <w:spacing w:val="-1"/>
          <w:sz w:val="28"/>
          <w:szCs w:val="28"/>
        </w:rPr>
        <w:t>СОСТАВ</w:t>
      </w:r>
    </w:p>
    <w:p w:rsidR="004445CE" w:rsidRDefault="004445CE" w:rsidP="0054202A">
      <w:pPr>
        <w:shd w:val="clear" w:color="auto" w:fill="FFFFFF"/>
        <w:ind w:left="567" w:right="566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общественной комиссии для организации общественного обсуждения проекта муниципальной программы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2A670F">
        <w:rPr>
          <w:sz w:val="28"/>
          <w:szCs w:val="28"/>
        </w:rPr>
        <w:t xml:space="preserve"> «Формирование современной городской среды» на 201</w:t>
      </w:r>
      <w:r>
        <w:rPr>
          <w:sz w:val="28"/>
          <w:szCs w:val="28"/>
        </w:rPr>
        <w:t>8</w:t>
      </w:r>
      <w:r w:rsidRPr="002A670F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2A670F">
        <w:rPr>
          <w:sz w:val="28"/>
          <w:szCs w:val="28"/>
        </w:rPr>
        <w:t xml:space="preserve"> годы»</w:t>
      </w:r>
    </w:p>
    <w:p w:rsidR="004445CE" w:rsidRPr="002A670F" w:rsidRDefault="004445CE" w:rsidP="0054202A">
      <w:pPr>
        <w:shd w:val="clear" w:color="auto" w:fill="FFFFFF"/>
        <w:ind w:left="567" w:right="566"/>
        <w:jc w:val="center"/>
        <w:rPr>
          <w:sz w:val="28"/>
          <w:szCs w:val="28"/>
        </w:rPr>
      </w:pPr>
    </w:p>
    <w:p w:rsidR="004445CE" w:rsidRPr="002A670F" w:rsidRDefault="004445CE" w:rsidP="00897AF2">
      <w:pPr>
        <w:shd w:val="clear" w:color="auto" w:fill="FFFFFF"/>
        <w:ind w:right="566"/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3510"/>
        <w:gridCol w:w="5954"/>
      </w:tblGrid>
      <w:tr w:rsidR="004445CE" w:rsidRPr="002A670F">
        <w:tc>
          <w:tcPr>
            <w:tcW w:w="3510" w:type="dxa"/>
          </w:tcPr>
          <w:p w:rsidR="004445CE" w:rsidRPr="002A670F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Коржов Виталий Анатольевич</w:t>
            </w:r>
          </w:p>
        </w:tc>
        <w:tc>
          <w:tcPr>
            <w:tcW w:w="5954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  <w:lang w:eastAsia="en-US"/>
              </w:rPr>
              <w:t xml:space="preserve">- заместитель главы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Pr="002A670F">
              <w:rPr>
                <w:sz w:val="28"/>
                <w:szCs w:val="28"/>
                <w:lang w:eastAsia="en-US"/>
              </w:rPr>
              <w:t>председатель комиссии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4445CE" w:rsidRPr="002A670F">
        <w:tc>
          <w:tcPr>
            <w:tcW w:w="3510" w:type="dxa"/>
          </w:tcPr>
          <w:p w:rsidR="004445CE" w:rsidRPr="002A670F" w:rsidRDefault="004445CE" w:rsidP="001F0A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4445CE" w:rsidRPr="002A670F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4445CE" w:rsidRPr="002A670F">
        <w:tc>
          <w:tcPr>
            <w:tcW w:w="3510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Власенко Илья Юрьевич</w:t>
            </w:r>
          </w:p>
        </w:tc>
        <w:tc>
          <w:tcPr>
            <w:tcW w:w="5954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  <w:lang w:eastAsia="en-US"/>
              </w:rPr>
              <w:t xml:space="preserve">- ведущий специалист администрации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 w:rsidRPr="002A670F">
              <w:rPr>
                <w:sz w:val="28"/>
                <w:szCs w:val="28"/>
                <w:lang w:eastAsia="en-US"/>
              </w:rPr>
              <w:t>, заместитель председателя комиссии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4445CE" w:rsidRPr="002A670F">
        <w:tc>
          <w:tcPr>
            <w:tcW w:w="3510" w:type="dxa"/>
          </w:tcPr>
          <w:p w:rsidR="004445CE" w:rsidRPr="002A670F" w:rsidRDefault="004445CE" w:rsidP="001F0A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4445CE" w:rsidRPr="002A670F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4445CE" w:rsidRPr="002A670F">
        <w:tc>
          <w:tcPr>
            <w:tcW w:w="3510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Горбачук Светлана Валентиновна </w:t>
            </w:r>
          </w:p>
        </w:tc>
        <w:tc>
          <w:tcPr>
            <w:tcW w:w="5954" w:type="dxa"/>
          </w:tcPr>
          <w:p w:rsidR="004445CE" w:rsidRPr="002A670F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  <w:lang w:eastAsia="en-US"/>
              </w:rPr>
              <w:t xml:space="preserve">- начальник общего отдела администрации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 w:rsidRPr="002A670F">
              <w:rPr>
                <w:sz w:val="28"/>
                <w:szCs w:val="28"/>
                <w:lang w:eastAsia="en-US"/>
              </w:rPr>
              <w:t>, секретарь комиссии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4445CE" w:rsidRPr="002A670F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4445CE" w:rsidRPr="002A670F">
        <w:tc>
          <w:tcPr>
            <w:tcW w:w="9464" w:type="dxa"/>
            <w:gridSpan w:val="2"/>
          </w:tcPr>
          <w:p w:rsidR="004445CE" w:rsidRPr="002A670F" w:rsidRDefault="004445CE" w:rsidP="00897AF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  <w:lang w:eastAsia="en-US"/>
              </w:rPr>
              <w:t>Члены комиссии</w:t>
            </w:r>
            <w:r>
              <w:rPr>
                <w:sz w:val="28"/>
                <w:szCs w:val="28"/>
                <w:lang w:eastAsia="en-US"/>
              </w:rPr>
              <w:t>:</w:t>
            </w:r>
          </w:p>
        </w:tc>
      </w:tr>
      <w:tr w:rsidR="004445CE" w:rsidRPr="002A670F">
        <w:tc>
          <w:tcPr>
            <w:tcW w:w="3510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</w:p>
        </w:tc>
      </w:tr>
      <w:tr w:rsidR="004445CE" w:rsidRPr="002A670F">
        <w:tc>
          <w:tcPr>
            <w:tcW w:w="3510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Бортникова Алла Васильевна</w:t>
            </w:r>
          </w:p>
        </w:tc>
        <w:tc>
          <w:tcPr>
            <w:tcW w:w="5954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>начальник отдела экономики и финансов</w:t>
            </w:r>
            <w:r w:rsidRPr="002A670F">
              <w:rPr>
                <w:sz w:val="28"/>
                <w:szCs w:val="28"/>
                <w:lang w:eastAsia="en-US"/>
              </w:rPr>
              <w:t xml:space="preserve"> администрации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4445CE" w:rsidRPr="002A670F">
        <w:tc>
          <w:tcPr>
            <w:tcW w:w="3510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</w:p>
        </w:tc>
      </w:tr>
      <w:tr w:rsidR="004445CE" w:rsidRPr="002A670F">
        <w:tc>
          <w:tcPr>
            <w:tcW w:w="3510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Быстрянцев Виталий Викторович</w:t>
            </w:r>
            <w:r w:rsidRPr="002A670F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954" w:type="dxa"/>
          </w:tcPr>
          <w:p w:rsidR="004445CE" w:rsidRPr="002A670F" w:rsidRDefault="004445CE" w:rsidP="002E4723">
            <w:pPr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  <w:lang w:eastAsia="en-US"/>
              </w:rPr>
              <w:t xml:space="preserve">- ведущий специалист администрации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4445CE" w:rsidRPr="002A670F">
        <w:tc>
          <w:tcPr>
            <w:tcW w:w="3510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</w:p>
        </w:tc>
      </w:tr>
      <w:tr w:rsidR="004445CE" w:rsidRPr="002A670F">
        <w:tc>
          <w:tcPr>
            <w:tcW w:w="3510" w:type="dxa"/>
          </w:tcPr>
          <w:p w:rsidR="004445CE" w:rsidRPr="002A670F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Квасова Тамара Леонидовна</w:t>
            </w:r>
          </w:p>
          <w:p w:rsidR="004445CE" w:rsidRPr="002A670F" w:rsidRDefault="004445CE" w:rsidP="001F0A9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4445CE" w:rsidRPr="002A670F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</w:rPr>
              <w:t>-</w:t>
            </w:r>
            <w:r w:rsidRPr="002A670F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инженер-землеустроитель </w:t>
            </w:r>
            <w:r w:rsidRPr="002A670F">
              <w:rPr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4445CE" w:rsidRPr="002A670F">
        <w:tc>
          <w:tcPr>
            <w:tcW w:w="3510" w:type="dxa"/>
          </w:tcPr>
          <w:p w:rsidR="004445CE" w:rsidRDefault="004445CE" w:rsidP="000749B7">
            <w:pPr>
              <w:tabs>
                <w:tab w:val="left" w:pos="3495"/>
              </w:tabs>
              <w:rPr>
                <w:sz w:val="28"/>
                <w:szCs w:val="28"/>
                <w:lang w:eastAsia="en-US"/>
              </w:rPr>
            </w:pPr>
          </w:p>
          <w:p w:rsidR="004445CE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Щемелева Анна Валерьевна</w:t>
            </w:r>
          </w:p>
          <w:p w:rsidR="004445CE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4445CE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4445CE" w:rsidRDefault="004445CE" w:rsidP="000749B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Захожая Надежда Викторовна</w:t>
            </w:r>
          </w:p>
          <w:p w:rsidR="004445CE" w:rsidRDefault="004445CE" w:rsidP="000749B7">
            <w:pPr>
              <w:rPr>
                <w:sz w:val="28"/>
                <w:szCs w:val="28"/>
                <w:lang w:eastAsia="en-US"/>
              </w:rPr>
            </w:pPr>
          </w:p>
          <w:p w:rsidR="004445CE" w:rsidRPr="000749B7" w:rsidRDefault="004445CE" w:rsidP="000749B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Саркисян Лидия Михайловна</w:t>
            </w:r>
          </w:p>
        </w:tc>
        <w:tc>
          <w:tcPr>
            <w:tcW w:w="5954" w:type="dxa"/>
          </w:tcPr>
          <w:p w:rsidR="004445CE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445CE" w:rsidRDefault="004445CE" w:rsidP="000749B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депутат Совета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>
              <w:rPr>
                <w:sz w:val="28"/>
                <w:szCs w:val="28"/>
                <w:lang w:eastAsia="en-US"/>
              </w:rPr>
              <w:t>, по согласованию;</w:t>
            </w:r>
          </w:p>
          <w:p w:rsidR="004445CE" w:rsidRDefault="004445CE" w:rsidP="000749B7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4445CE" w:rsidRDefault="004445CE" w:rsidP="000749B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Каневского ПО № 31;</w:t>
            </w:r>
          </w:p>
          <w:p w:rsidR="004445CE" w:rsidRDefault="004445CE" w:rsidP="000749B7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4445CE" w:rsidRDefault="004445CE" w:rsidP="000749B7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4445CE" w:rsidRDefault="004445CE" w:rsidP="00C439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председатель Совета ветеранов;</w:t>
            </w:r>
          </w:p>
          <w:p w:rsidR="004445CE" w:rsidRPr="000749B7" w:rsidRDefault="004445CE" w:rsidP="000749B7">
            <w:pPr>
              <w:jc w:val="both"/>
              <w:rPr>
                <w:sz w:val="28"/>
                <w:szCs w:val="28"/>
              </w:rPr>
            </w:pPr>
          </w:p>
        </w:tc>
      </w:tr>
      <w:tr w:rsidR="004445CE" w:rsidRPr="002A670F">
        <w:tc>
          <w:tcPr>
            <w:tcW w:w="3510" w:type="dxa"/>
          </w:tcPr>
          <w:p w:rsidR="004445CE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4445CE" w:rsidRPr="00C05B38" w:rsidRDefault="004445CE" w:rsidP="00C439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Артюх Мария Ивановна</w:t>
            </w:r>
          </w:p>
        </w:tc>
        <w:tc>
          <w:tcPr>
            <w:tcW w:w="5954" w:type="dxa"/>
          </w:tcPr>
          <w:p w:rsidR="004445CE" w:rsidRDefault="004445CE" w:rsidP="00C439B2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4445CE" w:rsidRDefault="004445CE" w:rsidP="00C439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руководитель ТОС Стародеревянковского сельского поселения Каневского района, по согласованию.</w:t>
            </w:r>
          </w:p>
          <w:p w:rsidR="004445CE" w:rsidRPr="002A670F" w:rsidRDefault="004445C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4445CE" w:rsidRDefault="004445CE" w:rsidP="00DA2D47">
      <w:pPr>
        <w:shd w:val="clear" w:color="auto" w:fill="FFFFFF"/>
        <w:ind w:firstLine="540"/>
        <w:jc w:val="center"/>
        <w:rPr>
          <w:sz w:val="28"/>
          <w:szCs w:val="28"/>
        </w:rPr>
      </w:pPr>
    </w:p>
    <w:p w:rsidR="004445CE" w:rsidRPr="002A670F" w:rsidRDefault="004445CE" w:rsidP="00DA2D47">
      <w:pPr>
        <w:shd w:val="clear" w:color="auto" w:fill="FFFFFF"/>
        <w:ind w:firstLine="540"/>
        <w:jc w:val="center"/>
        <w:rPr>
          <w:sz w:val="28"/>
          <w:szCs w:val="28"/>
        </w:rPr>
      </w:pPr>
    </w:p>
    <w:p w:rsidR="004445CE" w:rsidRDefault="004445CE" w:rsidP="00B3719A">
      <w:pPr>
        <w:rPr>
          <w:sz w:val="28"/>
          <w:szCs w:val="28"/>
        </w:rPr>
      </w:pPr>
      <w:r>
        <w:rPr>
          <w:sz w:val="28"/>
          <w:szCs w:val="28"/>
        </w:rPr>
        <w:t>Заместитель главы Стародеревянковского</w:t>
      </w:r>
    </w:p>
    <w:p w:rsidR="004445CE" w:rsidRPr="002A670F" w:rsidRDefault="004445CE" w:rsidP="00B3719A">
      <w:pPr>
        <w:rPr>
          <w:sz w:val="28"/>
          <w:szCs w:val="28"/>
        </w:rPr>
      </w:pPr>
      <w:r w:rsidRPr="00614305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В.А. Коржов</w:t>
      </w:r>
    </w:p>
    <w:p w:rsidR="004445CE" w:rsidRPr="002A670F" w:rsidRDefault="004445CE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2A670F" w:rsidRDefault="004445C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5CE" w:rsidRPr="00B9347D" w:rsidRDefault="004445CE" w:rsidP="007624DF">
      <w:pPr>
        <w:jc w:val="center"/>
      </w:pPr>
      <w:r w:rsidRPr="002A670F">
        <w:rPr>
          <w:sz w:val="28"/>
          <w:szCs w:val="28"/>
        </w:rPr>
        <w:t xml:space="preserve">                                                                    </w:t>
      </w:r>
    </w:p>
    <w:sectPr w:rsidR="004445CE" w:rsidRPr="00B9347D" w:rsidSect="00897AF2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5CE" w:rsidRDefault="004445CE" w:rsidP="002B26F3">
      <w:r>
        <w:separator/>
      </w:r>
    </w:p>
  </w:endnote>
  <w:endnote w:type="continuationSeparator" w:id="0">
    <w:p w:rsidR="004445CE" w:rsidRDefault="004445CE" w:rsidP="002B2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5CE" w:rsidRDefault="004445CE" w:rsidP="002B26F3">
      <w:r>
        <w:separator/>
      </w:r>
    </w:p>
  </w:footnote>
  <w:footnote w:type="continuationSeparator" w:id="0">
    <w:p w:rsidR="004445CE" w:rsidRDefault="004445CE" w:rsidP="002B26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5CE" w:rsidRDefault="004445C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445CE" w:rsidRDefault="004445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32B"/>
    <w:rsid w:val="0001188D"/>
    <w:rsid w:val="0002216C"/>
    <w:rsid w:val="00024B96"/>
    <w:rsid w:val="00033CFF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3F6C"/>
    <w:rsid w:val="00102076"/>
    <w:rsid w:val="0010298D"/>
    <w:rsid w:val="00105113"/>
    <w:rsid w:val="00105623"/>
    <w:rsid w:val="00117E97"/>
    <w:rsid w:val="00121B14"/>
    <w:rsid w:val="0013345F"/>
    <w:rsid w:val="00133F89"/>
    <w:rsid w:val="00135A7D"/>
    <w:rsid w:val="00137E81"/>
    <w:rsid w:val="00142DBE"/>
    <w:rsid w:val="00144504"/>
    <w:rsid w:val="001616FA"/>
    <w:rsid w:val="00163FC1"/>
    <w:rsid w:val="00165F56"/>
    <w:rsid w:val="00166DC5"/>
    <w:rsid w:val="00177888"/>
    <w:rsid w:val="00180742"/>
    <w:rsid w:val="00180B45"/>
    <w:rsid w:val="00180F8A"/>
    <w:rsid w:val="00186E97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0A9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18B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03E2"/>
    <w:rsid w:val="00281D53"/>
    <w:rsid w:val="002865DC"/>
    <w:rsid w:val="00287882"/>
    <w:rsid w:val="002954E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D61A2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4067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6E73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5CE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59D1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053E4"/>
    <w:rsid w:val="0051204D"/>
    <w:rsid w:val="0052149E"/>
    <w:rsid w:val="005256D9"/>
    <w:rsid w:val="0053296F"/>
    <w:rsid w:val="00537896"/>
    <w:rsid w:val="0054202A"/>
    <w:rsid w:val="005468A2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4305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6551"/>
    <w:rsid w:val="006C734F"/>
    <w:rsid w:val="006D0766"/>
    <w:rsid w:val="006D1128"/>
    <w:rsid w:val="006D2161"/>
    <w:rsid w:val="006D39FA"/>
    <w:rsid w:val="006E5CBC"/>
    <w:rsid w:val="007015A8"/>
    <w:rsid w:val="00710944"/>
    <w:rsid w:val="00710A92"/>
    <w:rsid w:val="007301F2"/>
    <w:rsid w:val="0073215E"/>
    <w:rsid w:val="00733D05"/>
    <w:rsid w:val="00736CCA"/>
    <w:rsid w:val="00740B2E"/>
    <w:rsid w:val="007440E6"/>
    <w:rsid w:val="007448F4"/>
    <w:rsid w:val="0075032A"/>
    <w:rsid w:val="00750DF6"/>
    <w:rsid w:val="00753A07"/>
    <w:rsid w:val="00757529"/>
    <w:rsid w:val="00760EDC"/>
    <w:rsid w:val="007624DF"/>
    <w:rsid w:val="00762B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A1EAF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29D3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38AE"/>
    <w:rsid w:val="008644B3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97AF2"/>
    <w:rsid w:val="008A24C4"/>
    <w:rsid w:val="008A4EE1"/>
    <w:rsid w:val="008A7585"/>
    <w:rsid w:val="008A7615"/>
    <w:rsid w:val="008B0AA7"/>
    <w:rsid w:val="008B223A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0DE2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72F95"/>
    <w:rsid w:val="009808B6"/>
    <w:rsid w:val="009815D3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0326B"/>
    <w:rsid w:val="00A10593"/>
    <w:rsid w:val="00A201A1"/>
    <w:rsid w:val="00A27FC0"/>
    <w:rsid w:val="00A3594D"/>
    <w:rsid w:val="00A37507"/>
    <w:rsid w:val="00A52DAA"/>
    <w:rsid w:val="00A557A1"/>
    <w:rsid w:val="00A64959"/>
    <w:rsid w:val="00A71CD3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4DB6"/>
    <w:rsid w:val="00AD52BF"/>
    <w:rsid w:val="00AD568C"/>
    <w:rsid w:val="00AD70D7"/>
    <w:rsid w:val="00AE35FB"/>
    <w:rsid w:val="00AE3AA9"/>
    <w:rsid w:val="00AF2DC1"/>
    <w:rsid w:val="00AF3F03"/>
    <w:rsid w:val="00AF4D65"/>
    <w:rsid w:val="00AF6699"/>
    <w:rsid w:val="00B05B57"/>
    <w:rsid w:val="00B10525"/>
    <w:rsid w:val="00B11DE2"/>
    <w:rsid w:val="00B244BD"/>
    <w:rsid w:val="00B30D14"/>
    <w:rsid w:val="00B31019"/>
    <w:rsid w:val="00B3719A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5917"/>
    <w:rsid w:val="00BA6441"/>
    <w:rsid w:val="00BB01C3"/>
    <w:rsid w:val="00BB1FDE"/>
    <w:rsid w:val="00BB24A4"/>
    <w:rsid w:val="00BB52D0"/>
    <w:rsid w:val="00BC3053"/>
    <w:rsid w:val="00BD63F0"/>
    <w:rsid w:val="00BE6583"/>
    <w:rsid w:val="00BE69F0"/>
    <w:rsid w:val="00BF4506"/>
    <w:rsid w:val="00C010DC"/>
    <w:rsid w:val="00C05B38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4F5D"/>
    <w:rsid w:val="00C664CD"/>
    <w:rsid w:val="00C7451C"/>
    <w:rsid w:val="00C746C9"/>
    <w:rsid w:val="00C7707C"/>
    <w:rsid w:val="00C968C4"/>
    <w:rsid w:val="00C96D73"/>
    <w:rsid w:val="00CA3F28"/>
    <w:rsid w:val="00CA6C44"/>
    <w:rsid w:val="00CB1AA8"/>
    <w:rsid w:val="00CB1F71"/>
    <w:rsid w:val="00CC3EF4"/>
    <w:rsid w:val="00CC5D31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5E9C"/>
    <w:rsid w:val="00D37C1F"/>
    <w:rsid w:val="00D416C7"/>
    <w:rsid w:val="00D6084F"/>
    <w:rsid w:val="00D62588"/>
    <w:rsid w:val="00D74D15"/>
    <w:rsid w:val="00D75FB9"/>
    <w:rsid w:val="00D85242"/>
    <w:rsid w:val="00D87695"/>
    <w:rsid w:val="00D90ABE"/>
    <w:rsid w:val="00D940A2"/>
    <w:rsid w:val="00D94C1A"/>
    <w:rsid w:val="00D956D4"/>
    <w:rsid w:val="00D95E3B"/>
    <w:rsid w:val="00DA2B8E"/>
    <w:rsid w:val="00DA2D47"/>
    <w:rsid w:val="00DA687F"/>
    <w:rsid w:val="00DB0E93"/>
    <w:rsid w:val="00DC28C8"/>
    <w:rsid w:val="00DD61BA"/>
    <w:rsid w:val="00DE2235"/>
    <w:rsid w:val="00DE2FBA"/>
    <w:rsid w:val="00DE30F4"/>
    <w:rsid w:val="00DE5CAA"/>
    <w:rsid w:val="00DE731C"/>
    <w:rsid w:val="00DF0D42"/>
    <w:rsid w:val="00DF1505"/>
    <w:rsid w:val="00DF1DF5"/>
    <w:rsid w:val="00DF3657"/>
    <w:rsid w:val="00DF68D4"/>
    <w:rsid w:val="00E021A2"/>
    <w:rsid w:val="00E03D68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126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63C3"/>
    <w:rsid w:val="00EA68F8"/>
    <w:rsid w:val="00EC142F"/>
    <w:rsid w:val="00EC216C"/>
    <w:rsid w:val="00EC50EA"/>
    <w:rsid w:val="00ED3BA1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EF7B19"/>
    <w:rsid w:val="00F03A44"/>
    <w:rsid w:val="00F11877"/>
    <w:rsid w:val="00F1240A"/>
    <w:rsid w:val="00F16634"/>
    <w:rsid w:val="00F16A4C"/>
    <w:rsid w:val="00F2706A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A038F"/>
    <w:rsid w:val="00FB05BB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53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ustppt">
    <w:name w:val="justppt"/>
    <w:basedOn w:val="Normal"/>
    <w:uiPriority w:val="99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DefaultParagraphFont"/>
    <w:uiPriority w:val="99"/>
    <w:rsid w:val="0002216C"/>
  </w:style>
  <w:style w:type="paragraph" w:customStyle="1" w:styleId="a">
    <w:name w:val="Знак Знак Знак Знак"/>
    <w:basedOn w:val="Normal"/>
    <w:uiPriority w:val="99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053E4"/>
    <w:rPr>
      <w:sz w:val="24"/>
      <w:szCs w:val="24"/>
    </w:rPr>
  </w:style>
  <w:style w:type="paragraph" w:customStyle="1" w:styleId="ConsNormal">
    <w:name w:val="ConsNormal"/>
    <w:uiPriority w:val="99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">
    <w:name w:val="Знак Знак Знак1 Знак"/>
    <w:basedOn w:val="Normal"/>
    <w:uiPriority w:val="99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FA038F"/>
  </w:style>
  <w:style w:type="character" w:styleId="Hyperlink">
    <w:name w:val="Hyperlink"/>
    <w:basedOn w:val="DefaultParagraphFont"/>
    <w:uiPriority w:val="99"/>
    <w:rsid w:val="00FA038F"/>
    <w:rPr>
      <w:color w:val="0000FF"/>
      <w:u w:val="single"/>
    </w:rPr>
  </w:style>
  <w:style w:type="paragraph" w:styleId="NoSpacing">
    <w:name w:val="No Spacing"/>
    <w:uiPriority w:val="99"/>
    <w:qFormat/>
    <w:rsid w:val="00354EDA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CF77ED"/>
    <w:pPr>
      <w:widowControl w:val="0"/>
      <w:autoSpaceDE w:val="0"/>
      <w:autoSpaceDN w:val="0"/>
    </w:pPr>
    <w:rPr>
      <w:rFonts w:ascii="Calibri" w:hAnsi="Calibri" w:cs="Calibri"/>
    </w:rPr>
  </w:style>
  <w:style w:type="table" w:styleId="TableGrid">
    <w:name w:val="Table Grid"/>
    <w:basedOn w:val="TableNormal"/>
    <w:uiPriority w:val="99"/>
    <w:rsid w:val="00875E6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1F414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F4141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26F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26F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445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44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8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8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8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98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98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8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2</Pages>
  <Words>316</Words>
  <Characters>1803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dc:description/>
  <cp:lastModifiedBy>User</cp:lastModifiedBy>
  <cp:revision>15</cp:revision>
  <cp:lastPrinted>2017-11-24T10:49:00Z</cp:lastPrinted>
  <dcterms:created xsi:type="dcterms:W3CDTF">2017-04-04T11:36:00Z</dcterms:created>
  <dcterms:modified xsi:type="dcterms:W3CDTF">2017-11-24T10:50:00Z</dcterms:modified>
</cp:coreProperties>
</file>